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7C611" w14:textId="77777777" w:rsidR="003719C3" w:rsidRDefault="003719C3" w:rsidP="003719C3">
      <w:pPr>
        <w:spacing w:line="240" w:lineRule="auto"/>
        <w:jc w:val="both"/>
        <w:rPr>
          <w:sz w:val="24"/>
          <w:szCs w:val="24"/>
        </w:rPr>
      </w:pPr>
      <w:bookmarkStart w:id="0" w:name="_GoBack"/>
      <w:bookmarkEnd w:id="0"/>
      <w:r w:rsidRPr="00B9605C">
        <w:rPr>
          <w:sz w:val="24"/>
          <w:szCs w:val="24"/>
        </w:rPr>
        <w:t xml:space="preserve">Name: </w:t>
      </w:r>
      <w:r>
        <w:rPr>
          <w:sz w:val="24"/>
          <w:szCs w:val="24"/>
        </w:rPr>
        <w:t>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Period: _______</w:t>
      </w:r>
      <w:r>
        <w:rPr>
          <w:sz w:val="24"/>
          <w:szCs w:val="24"/>
        </w:rPr>
        <w:tab/>
        <w:t>Date: ________________</w:t>
      </w:r>
    </w:p>
    <w:p w14:paraId="76164600" w14:textId="77777777" w:rsidR="003719C3" w:rsidRDefault="003719C3" w:rsidP="003719C3">
      <w:pPr>
        <w:spacing w:line="240" w:lineRule="auto"/>
        <w:jc w:val="both"/>
        <w:rPr>
          <w:sz w:val="24"/>
          <w:szCs w:val="24"/>
        </w:rPr>
      </w:pPr>
    </w:p>
    <w:p w14:paraId="4F88674F" w14:textId="77777777" w:rsidR="003719C3" w:rsidRDefault="003719C3" w:rsidP="003719C3">
      <w:pPr>
        <w:spacing w:line="240" w:lineRule="auto"/>
        <w:rPr>
          <w:b/>
          <w:sz w:val="40"/>
          <w:szCs w:val="40"/>
        </w:rPr>
      </w:pPr>
      <w:r w:rsidRPr="00B9605C">
        <w:rPr>
          <w:b/>
          <w:sz w:val="40"/>
          <w:szCs w:val="40"/>
        </w:rPr>
        <w:t>Periodic Families Homework</w:t>
      </w:r>
    </w:p>
    <w:p w14:paraId="3EF01E89" w14:textId="77777777" w:rsidR="003719C3" w:rsidRDefault="003719C3" w:rsidP="003719C3">
      <w:pPr>
        <w:spacing w:line="240" w:lineRule="auto"/>
        <w:ind w:left="720"/>
        <w:jc w:val="left"/>
      </w:pPr>
    </w:p>
    <w:p w14:paraId="1CD049A2" w14:textId="77777777" w:rsidR="003719C3" w:rsidRDefault="003719C3" w:rsidP="003719C3">
      <w:pPr>
        <w:numPr>
          <w:ilvl w:val="0"/>
          <w:numId w:val="1"/>
        </w:numPr>
        <w:spacing w:line="480" w:lineRule="auto"/>
        <w:ind w:left="360"/>
        <w:jc w:val="left"/>
        <w:rPr>
          <w:sz w:val="20"/>
          <w:szCs w:val="20"/>
        </w:rPr>
        <w:sectPr w:rsidR="003719C3" w:rsidSect="003719C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A599D9" w14:textId="77777777" w:rsidR="003719C3" w:rsidRPr="00AC1E30" w:rsidRDefault="003719C3" w:rsidP="003719C3">
      <w:pPr>
        <w:numPr>
          <w:ilvl w:val="0"/>
          <w:numId w:val="1"/>
        </w:numPr>
        <w:spacing w:line="480" w:lineRule="auto"/>
        <w:ind w:left="360" w:right="-450"/>
        <w:jc w:val="left"/>
        <w:rPr>
          <w:sz w:val="20"/>
          <w:szCs w:val="20"/>
        </w:rPr>
      </w:pPr>
      <w:r w:rsidRPr="00AC1E30">
        <w:rPr>
          <w:sz w:val="20"/>
          <w:szCs w:val="20"/>
        </w:rPr>
        <w:lastRenderedPageBreak/>
        <w:t>Which element is in group 4 period 5?</w:t>
      </w:r>
      <w:r>
        <w:rPr>
          <w:sz w:val="20"/>
          <w:szCs w:val="20"/>
        </w:rPr>
        <w:t xml:space="preserve"> _____</w:t>
      </w:r>
      <w:r w:rsidRPr="00AC1E30">
        <w:rPr>
          <w:sz w:val="20"/>
          <w:szCs w:val="20"/>
        </w:rPr>
        <w:t>__</w:t>
      </w:r>
    </w:p>
    <w:p w14:paraId="550C1D68" w14:textId="77777777" w:rsidR="003719C3" w:rsidRPr="00AC1E30" w:rsidRDefault="003719C3" w:rsidP="003719C3">
      <w:pPr>
        <w:numPr>
          <w:ilvl w:val="0"/>
          <w:numId w:val="1"/>
        </w:numPr>
        <w:spacing w:line="480" w:lineRule="auto"/>
        <w:ind w:left="360"/>
        <w:jc w:val="left"/>
        <w:rPr>
          <w:sz w:val="20"/>
          <w:szCs w:val="20"/>
        </w:rPr>
      </w:pPr>
      <w:r w:rsidRPr="00AC1E30">
        <w:rPr>
          <w:sz w:val="20"/>
          <w:szCs w:val="20"/>
        </w:rPr>
        <w:t>How many elements are in period 4?</w:t>
      </w:r>
      <w:r>
        <w:rPr>
          <w:sz w:val="20"/>
          <w:szCs w:val="20"/>
        </w:rPr>
        <w:t xml:space="preserve"> ___</w:t>
      </w:r>
      <w:r w:rsidRPr="00AC1E30">
        <w:rPr>
          <w:sz w:val="20"/>
          <w:szCs w:val="20"/>
        </w:rPr>
        <w:t>_</w:t>
      </w:r>
      <w:r>
        <w:rPr>
          <w:sz w:val="20"/>
          <w:szCs w:val="20"/>
        </w:rPr>
        <w:t>__</w:t>
      </w:r>
      <w:r w:rsidRPr="00AC1E30">
        <w:rPr>
          <w:sz w:val="20"/>
          <w:szCs w:val="20"/>
        </w:rPr>
        <w:t>__</w:t>
      </w:r>
    </w:p>
    <w:p w14:paraId="4CD0F71F" w14:textId="77777777" w:rsidR="003719C3" w:rsidRPr="00AC1E30" w:rsidRDefault="003719C3" w:rsidP="003719C3">
      <w:pPr>
        <w:numPr>
          <w:ilvl w:val="0"/>
          <w:numId w:val="1"/>
        </w:numPr>
        <w:spacing w:line="480" w:lineRule="auto"/>
        <w:ind w:left="360"/>
        <w:jc w:val="left"/>
        <w:rPr>
          <w:sz w:val="20"/>
          <w:szCs w:val="20"/>
        </w:rPr>
      </w:pPr>
      <w:r w:rsidRPr="00AC1E30">
        <w:rPr>
          <w:sz w:val="20"/>
          <w:szCs w:val="20"/>
        </w:rPr>
        <w:lastRenderedPageBreak/>
        <w:t>How many elements are in period 6? ________</w:t>
      </w:r>
    </w:p>
    <w:p w14:paraId="07A54006" w14:textId="77777777" w:rsidR="003719C3" w:rsidRPr="00AC1E30" w:rsidRDefault="003719C3" w:rsidP="003719C3">
      <w:pPr>
        <w:numPr>
          <w:ilvl w:val="0"/>
          <w:numId w:val="1"/>
        </w:numPr>
        <w:spacing w:line="480" w:lineRule="auto"/>
        <w:ind w:left="360"/>
        <w:jc w:val="left"/>
        <w:rPr>
          <w:sz w:val="20"/>
          <w:szCs w:val="20"/>
        </w:rPr>
      </w:pPr>
      <w:r w:rsidRPr="00AC1E30">
        <w:rPr>
          <w:sz w:val="20"/>
          <w:szCs w:val="20"/>
        </w:rPr>
        <w:t>How many metals are in group 14? _____</w:t>
      </w:r>
      <w:r>
        <w:rPr>
          <w:sz w:val="20"/>
          <w:szCs w:val="20"/>
        </w:rPr>
        <w:t>_</w:t>
      </w:r>
      <w:r w:rsidRPr="00AC1E30">
        <w:rPr>
          <w:sz w:val="20"/>
          <w:szCs w:val="20"/>
        </w:rPr>
        <w:t>___</w:t>
      </w:r>
    </w:p>
    <w:p w14:paraId="6995DEE6" w14:textId="77777777" w:rsidR="003719C3" w:rsidRDefault="003719C3" w:rsidP="003719C3">
      <w:pPr>
        <w:numPr>
          <w:ilvl w:val="0"/>
          <w:numId w:val="1"/>
        </w:numPr>
        <w:spacing w:line="480" w:lineRule="auto"/>
        <w:ind w:left="360"/>
        <w:jc w:val="left"/>
        <w:sectPr w:rsidR="003719C3" w:rsidSect="003719C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5950AA7" w14:textId="77777777" w:rsidR="003719C3" w:rsidRDefault="003719C3" w:rsidP="003719C3">
      <w:pPr>
        <w:numPr>
          <w:ilvl w:val="0"/>
          <w:numId w:val="1"/>
        </w:numPr>
        <w:spacing w:line="480" w:lineRule="auto"/>
        <w:ind w:left="360"/>
        <w:jc w:val="left"/>
      </w:pPr>
      <w:r>
        <w:lastRenderedPageBreak/>
        <w:t xml:space="preserve">The majority of the elements in the periodic table are (metals/nonmetals).       </w:t>
      </w:r>
      <w:r w:rsidRPr="00DA713A">
        <w:rPr>
          <w:i/>
        </w:rPr>
        <w:t>(Circle one)</w:t>
      </w:r>
    </w:p>
    <w:p w14:paraId="31C66E21" w14:textId="77777777" w:rsidR="003719C3" w:rsidRDefault="003719C3" w:rsidP="003719C3">
      <w:pPr>
        <w:numPr>
          <w:ilvl w:val="0"/>
          <w:numId w:val="1"/>
        </w:numPr>
        <w:spacing w:line="480" w:lineRule="auto"/>
        <w:ind w:left="360"/>
        <w:jc w:val="left"/>
      </w:pPr>
      <w:r>
        <w:t>The father of the periodic table is named __________________________________________.</w:t>
      </w:r>
    </w:p>
    <w:p w14:paraId="247BAA14" w14:textId="77777777" w:rsidR="003719C3" w:rsidRDefault="003719C3" w:rsidP="003719C3">
      <w:pPr>
        <w:numPr>
          <w:ilvl w:val="0"/>
          <w:numId w:val="1"/>
        </w:numPr>
        <w:spacing w:line="480" w:lineRule="auto"/>
        <w:ind w:left="360"/>
        <w:jc w:val="left"/>
      </w:pPr>
      <w:r>
        <w:t xml:space="preserve">As you go from left to right across the periodic table, the elements go from (metals/nonmetals) to (metals/nonmetals).                                                                                                 </w:t>
      </w:r>
      <w:r>
        <w:rPr>
          <w:i/>
        </w:rPr>
        <w:t>(Circle the answers)</w:t>
      </w:r>
    </w:p>
    <w:p w14:paraId="37387CAF" w14:textId="77777777" w:rsidR="003719C3" w:rsidRDefault="003719C3" w:rsidP="003719C3">
      <w:pPr>
        <w:numPr>
          <w:ilvl w:val="0"/>
          <w:numId w:val="1"/>
        </w:numPr>
        <w:spacing w:line="480" w:lineRule="auto"/>
        <w:ind w:left="360"/>
        <w:jc w:val="left"/>
      </w:pPr>
      <w:r>
        <w:t>Element X has a metallic shine, is located in the 4</w:t>
      </w:r>
      <w:r w:rsidRPr="00DA713A">
        <w:rPr>
          <w:vertAlign w:val="superscript"/>
        </w:rPr>
        <w:t>th</w:t>
      </w:r>
      <w:r>
        <w:t xml:space="preserve"> period, and is an alkaline earth metal. Which element is it? ____________________________</w:t>
      </w:r>
    </w:p>
    <w:p w14:paraId="0D1420FD" w14:textId="77777777" w:rsidR="003719C3" w:rsidRDefault="003719C3" w:rsidP="003719C3">
      <w:pPr>
        <w:numPr>
          <w:ilvl w:val="0"/>
          <w:numId w:val="1"/>
        </w:numPr>
        <w:spacing w:line="360" w:lineRule="auto"/>
        <w:ind w:left="360"/>
        <w:jc w:val="left"/>
      </w:pPr>
      <w:r>
        <w:t>Element Y is not shiny, has 6 protons, and is frequently called the “building block of life.” Which element is it? _____________________________</w:t>
      </w:r>
    </w:p>
    <w:p w14:paraId="58425476" w14:textId="77777777" w:rsidR="003719C3" w:rsidRDefault="003719C3" w:rsidP="003719C3">
      <w:pPr>
        <w:numPr>
          <w:ilvl w:val="0"/>
          <w:numId w:val="1"/>
        </w:numPr>
        <w:spacing w:line="360" w:lineRule="auto"/>
        <w:ind w:left="360"/>
        <w:jc w:val="left"/>
      </w:pPr>
      <w:r>
        <w:t>Which of the following statements about metals is correct?</w:t>
      </w:r>
    </w:p>
    <w:p w14:paraId="03AF28CF" w14:textId="77777777" w:rsidR="003719C3" w:rsidRDefault="003719C3" w:rsidP="003719C3">
      <w:pPr>
        <w:numPr>
          <w:ilvl w:val="2"/>
          <w:numId w:val="3"/>
        </w:numPr>
        <w:spacing w:line="360" w:lineRule="auto"/>
        <w:ind w:left="1170"/>
        <w:jc w:val="left"/>
      </w:pPr>
      <w:r>
        <w:t>They are ductile but not shiny</w:t>
      </w:r>
    </w:p>
    <w:p w14:paraId="71BD3CED" w14:textId="77777777" w:rsidR="003719C3" w:rsidRDefault="003719C3" w:rsidP="003719C3">
      <w:pPr>
        <w:numPr>
          <w:ilvl w:val="2"/>
          <w:numId w:val="3"/>
        </w:numPr>
        <w:spacing w:line="360" w:lineRule="auto"/>
        <w:ind w:left="1170"/>
        <w:jc w:val="left"/>
      </w:pPr>
      <w:r>
        <w:t>They conduct electricity but are not ductile</w:t>
      </w:r>
    </w:p>
    <w:p w14:paraId="03D744FD" w14:textId="77777777" w:rsidR="003719C3" w:rsidRDefault="003719C3" w:rsidP="003719C3">
      <w:pPr>
        <w:numPr>
          <w:ilvl w:val="2"/>
          <w:numId w:val="3"/>
        </w:numPr>
        <w:spacing w:line="360" w:lineRule="auto"/>
        <w:ind w:left="1170"/>
        <w:jc w:val="left"/>
      </w:pPr>
      <w:r>
        <w:t>They do not conduct electricity and are not shiny</w:t>
      </w:r>
    </w:p>
    <w:p w14:paraId="747E5F2B" w14:textId="77777777" w:rsidR="003719C3" w:rsidRDefault="003719C3" w:rsidP="003719C3">
      <w:pPr>
        <w:numPr>
          <w:ilvl w:val="2"/>
          <w:numId w:val="3"/>
        </w:numPr>
        <w:spacing w:line="360" w:lineRule="auto"/>
        <w:ind w:left="1170"/>
        <w:jc w:val="left"/>
      </w:pPr>
      <w:r>
        <w:t>They conduct electricity and are malleable</w:t>
      </w:r>
    </w:p>
    <w:p w14:paraId="2F15FCD8" w14:textId="77777777" w:rsidR="003719C3" w:rsidRDefault="003719C3" w:rsidP="003719C3">
      <w:pPr>
        <w:numPr>
          <w:ilvl w:val="0"/>
          <w:numId w:val="1"/>
        </w:numPr>
        <w:spacing w:line="360" w:lineRule="auto"/>
        <w:ind w:left="360"/>
        <w:jc w:val="left"/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F7E17AD" wp14:editId="335F2D3A">
            <wp:simplePos x="0" y="0"/>
            <wp:positionH relativeFrom="column">
              <wp:posOffset>4400550</wp:posOffset>
            </wp:positionH>
            <wp:positionV relativeFrom="paragraph">
              <wp:posOffset>176531</wp:posOffset>
            </wp:positionV>
            <wp:extent cx="1153625" cy="1143000"/>
            <wp:effectExtent l="0" t="0" r="0" b="0"/>
            <wp:wrapNone/>
            <wp:docPr id="143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6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diagram below represents the Bohr model of an element. Which of the following is true?</w:t>
      </w:r>
    </w:p>
    <w:p w14:paraId="7991A6A2" w14:textId="77777777" w:rsidR="003719C3" w:rsidRDefault="003719C3" w:rsidP="003719C3">
      <w:pPr>
        <w:numPr>
          <w:ilvl w:val="1"/>
          <w:numId w:val="1"/>
        </w:numPr>
        <w:spacing w:line="360" w:lineRule="auto"/>
        <w:ind w:left="1170"/>
        <w:jc w:val="left"/>
      </w:pPr>
      <w:r>
        <w:t>The element is located in period 1 and is a group 2 metal</w:t>
      </w:r>
    </w:p>
    <w:p w14:paraId="63B28F95" w14:textId="77777777" w:rsidR="003719C3" w:rsidRDefault="003719C3" w:rsidP="003719C3">
      <w:pPr>
        <w:numPr>
          <w:ilvl w:val="1"/>
          <w:numId w:val="1"/>
        </w:numPr>
        <w:spacing w:line="360" w:lineRule="auto"/>
        <w:ind w:left="1170"/>
        <w:jc w:val="left"/>
      </w:pPr>
      <w:r>
        <w:t>The element is located in period 1 and is an alkali metal</w:t>
      </w:r>
    </w:p>
    <w:p w14:paraId="543B3559" w14:textId="77777777" w:rsidR="003719C3" w:rsidRDefault="003719C3" w:rsidP="003719C3">
      <w:pPr>
        <w:numPr>
          <w:ilvl w:val="1"/>
          <w:numId w:val="1"/>
        </w:numPr>
        <w:spacing w:line="360" w:lineRule="auto"/>
        <w:ind w:left="1170"/>
        <w:jc w:val="left"/>
      </w:pPr>
      <w:r>
        <w:t>The element is located in period 2 and is an alkali metal</w:t>
      </w:r>
    </w:p>
    <w:p w14:paraId="7E7A7896" w14:textId="77777777" w:rsidR="003719C3" w:rsidRDefault="003719C3" w:rsidP="003719C3">
      <w:pPr>
        <w:numPr>
          <w:ilvl w:val="1"/>
          <w:numId w:val="1"/>
        </w:numPr>
        <w:spacing w:line="360" w:lineRule="auto"/>
        <w:ind w:left="1170"/>
        <w:jc w:val="left"/>
      </w:pPr>
      <w:r>
        <w:t>The element is located in period 2 and is a halogen</w:t>
      </w:r>
    </w:p>
    <w:p w14:paraId="3B7109DB" w14:textId="77777777" w:rsidR="003719C3" w:rsidRDefault="003719C3" w:rsidP="003719C3">
      <w:pPr>
        <w:numPr>
          <w:ilvl w:val="0"/>
          <w:numId w:val="1"/>
        </w:numPr>
        <w:spacing w:line="360" w:lineRule="auto"/>
        <w:ind w:left="360"/>
        <w:jc w:val="left"/>
      </w:pPr>
      <w:r>
        <w:t>Complete the table below: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18"/>
        <w:gridCol w:w="5975"/>
        <w:gridCol w:w="1405"/>
        <w:gridCol w:w="1732"/>
      </w:tblGrid>
      <w:tr w:rsidR="003719C3" w14:paraId="7D3EFC59" w14:textId="77777777" w:rsidTr="003719C3">
        <w:tc>
          <w:tcPr>
            <w:tcW w:w="0" w:type="auto"/>
          </w:tcPr>
          <w:p w14:paraId="7A93D7AB" w14:textId="77777777" w:rsidR="003719C3" w:rsidRDefault="003719C3" w:rsidP="003719C3">
            <w:pPr>
              <w:ind w:left="360"/>
              <w:jc w:val="left"/>
            </w:pPr>
            <w:r>
              <w:t>Element</w:t>
            </w:r>
          </w:p>
        </w:tc>
        <w:tc>
          <w:tcPr>
            <w:tcW w:w="0" w:type="auto"/>
          </w:tcPr>
          <w:p w14:paraId="14C5B568" w14:textId="77777777" w:rsidR="003719C3" w:rsidRDefault="003719C3" w:rsidP="003719C3">
            <w:pPr>
              <w:ind w:left="360"/>
              <w:jc w:val="left"/>
            </w:pPr>
            <w:r>
              <w:t>Properties</w:t>
            </w:r>
          </w:p>
        </w:tc>
        <w:tc>
          <w:tcPr>
            <w:tcW w:w="0" w:type="auto"/>
          </w:tcPr>
          <w:p w14:paraId="7FCD1B0A" w14:textId="77777777" w:rsidR="003719C3" w:rsidRDefault="003719C3" w:rsidP="003719C3">
            <w:pPr>
              <w:ind w:left="360"/>
              <w:jc w:val="left"/>
            </w:pPr>
            <w:r>
              <w:t>Real Name</w:t>
            </w:r>
          </w:p>
        </w:tc>
        <w:tc>
          <w:tcPr>
            <w:tcW w:w="0" w:type="auto"/>
          </w:tcPr>
          <w:p w14:paraId="7A933AAD" w14:textId="77777777" w:rsidR="003719C3" w:rsidRDefault="003719C3" w:rsidP="003719C3">
            <w:pPr>
              <w:ind w:left="360"/>
              <w:jc w:val="left"/>
            </w:pPr>
            <w:r>
              <w:t>Periodic Family</w:t>
            </w:r>
          </w:p>
        </w:tc>
      </w:tr>
      <w:tr w:rsidR="003719C3" w14:paraId="39DB82F0" w14:textId="77777777" w:rsidTr="003719C3">
        <w:tc>
          <w:tcPr>
            <w:tcW w:w="0" w:type="auto"/>
          </w:tcPr>
          <w:p w14:paraId="7463EC1F" w14:textId="77777777" w:rsidR="003719C3" w:rsidRDefault="003719C3" w:rsidP="003719C3">
            <w:pPr>
              <w:ind w:left="360"/>
              <w:jc w:val="left"/>
            </w:pPr>
            <w:r>
              <w:t>A</w:t>
            </w:r>
          </w:p>
        </w:tc>
        <w:tc>
          <w:tcPr>
            <w:tcW w:w="0" w:type="auto"/>
          </w:tcPr>
          <w:p w14:paraId="386662F7" w14:textId="77777777" w:rsidR="003719C3" w:rsidRDefault="003719C3" w:rsidP="003719C3">
            <w:pPr>
              <w:ind w:left="360"/>
              <w:jc w:val="left"/>
            </w:pPr>
            <w:r>
              <w:t xml:space="preserve">This metal reacts vigorously with water and is period 3 </w:t>
            </w:r>
          </w:p>
        </w:tc>
        <w:tc>
          <w:tcPr>
            <w:tcW w:w="0" w:type="auto"/>
          </w:tcPr>
          <w:p w14:paraId="4AEF6164" w14:textId="77777777" w:rsidR="003719C3" w:rsidRDefault="003719C3" w:rsidP="003719C3">
            <w:pPr>
              <w:ind w:left="360"/>
              <w:jc w:val="left"/>
            </w:pPr>
          </w:p>
        </w:tc>
        <w:tc>
          <w:tcPr>
            <w:tcW w:w="0" w:type="auto"/>
          </w:tcPr>
          <w:p w14:paraId="5C7813FD" w14:textId="77777777" w:rsidR="003719C3" w:rsidRDefault="003719C3" w:rsidP="003719C3">
            <w:pPr>
              <w:ind w:left="360"/>
              <w:jc w:val="left"/>
            </w:pPr>
          </w:p>
          <w:p w14:paraId="05A3C8E0" w14:textId="77777777" w:rsidR="003719C3" w:rsidRDefault="003719C3" w:rsidP="003719C3">
            <w:pPr>
              <w:ind w:left="360"/>
              <w:jc w:val="left"/>
            </w:pPr>
          </w:p>
          <w:p w14:paraId="775DE56E" w14:textId="77777777" w:rsidR="003719C3" w:rsidRDefault="003719C3" w:rsidP="003719C3">
            <w:pPr>
              <w:ind w:left="360"/>
              <w:jc w:val="left"/>
            </w:pPr>
          </w:p>
          <w:p w14:paraId="6837A5AB" w14:textId="77777777" w:rsidR="003719C3" w:rsidRDefault="003719C3" w:rsidP="003719C3">
            <w:pPr>
              <w:ind w:left="360"/>
              <w:jc w:val="left"/>
            </w:pPr>
          </w:p>
        </w:tc>
      </w:tr>
      <w:tr w:rsidR="003719C3" w14:paraId="60EDD870" w14:textId="77777777" w:rsidTr="003719C3">
        <w:tc>
          <w:tcPr>
            <w:tcW w:w="0" w:type="auto"/>
          </w:tcPr>
          <w:p w14:paraId="353B07A8" w14:textId="77777777" w:rsidR="003719C3" w:rsidRDefault="003719C3" w:rsidP="003719C3">
            <w:pPr>
              <w:ind w:left="360"/>
              <w:jc w:val="left"/>
            </w:pPr>
            <w:r>
              <w:t>B</w:t>
            </w:r>
          </w:p>
        </w:tc>
        <w:tc>
          <w:tcPr>
            <w:tcW w:w="0" w:type="auto"/>
          </w:tcPr>
          <w:p w14:paraId="34A18309" w14:textId="77777777" w:rsidR="003719C3" w:rsidRDefault="003719C3" w:rsidP="003719C3">
            <w:pPr>
              <w:ind w:left="360"/>
              <w:jc w:val="left"/>
            </w:pPr>
            <w:r>
              <w:t>This nonmetal is located in period 3 and is used to disinfect and kill bacteria in pools</w:t>
            </w:r>
          </w:p>
        </w:tc>
        <w:tc>
          <w:tcPr>
            <w:tcW w:w="0" w:type="auto"/>
          </w:tcPr>
          <w:p w14:paraId="332CC34B" w14:textId="77777777" w:rsidR="003719C3" w:rsidRDefault="003719C3" w:rsidP="003719C3">
            <w:pPr>
              <w:ind w:left="360"/>
              <w:jc w:val="left"/>
            </w:pPr>
          </w:p>
        </w:tc>
        <w:tc>
          <w:tcPr>
            <w:tcW w:w="0" w:type="auto"/>
          </w:tcPr>
          <w:p w14:paraId="574CD19C" w14:textId="77777777" w:rsidR="003719C3" w:rsidRDefault="003719C3" w:rsidP="003719C3">
            <w:pPr>
              <w:ind w:left="360"/>
              <w:jc w:val="left"/>
            </w:pPr>
          </w:p>
          <w:p w14:paraId="391244CF" w14:textId="77777777" w:rsidR="003719C3" w:rsidRDefault="003719C3" w:rsidP="003719C3">
            <w:pPr>
              <w:ind w:left="360"/>
              <w:jc w:val="left"/>
            </w:pPr>
          </w:p>
          <w:p w14:paraId="0CE68BB3" w14:textId="77777777" w:rsidR="003719C3" w:rsidRDefault="003719C3" w:rsidP="003719C3">
            <w:pPr>
              <w:ind w:left="360"/>
              <w:jc w:val="left"/>
            </w:pPr>
          </w:p>
          <w:p w14:paraId="038A04FC" w14:textId="77777777" w:rsidR="003719C3" w:rsidRDefault="003719C3" w:rsidP="003719C3">
            <w:pPr>
              <w:ind w:left="360"/>
              <w:jc w:val="left"/>
            </w:pPr>
          </w:p>
        </w:tc>
      </w:tr>
    </w:tbl>
    <w:p w14:paraId="1F9536ED" w14:textId="77777777" w:rsidR="003719C3" w:rsidRDefault="003719C3" w:rsidP="003719C3">
      <w:pPr>
        <w:tabs>
          <w:tab w:val="left" w:pos="360"/>
          <w:tab w:val="left" w:pos="6840"/>
        </w:tabs>
        <w:spacing w:line="360" w:lineRule="auto"/>
        <w:ind w:left="60"/>
        <w:rPr>
          <w:b/>
          <w:sz w:val="32"/>
          <w:szCs w:val="32"/>
        </w:rPr>
      </w:pPr>
    </w:p>
    <w:p w14:paraId="3A68EDB3" w14:textId="77777777" w:rsidR="003719C3" w:rsidRPr="00875F9C" w:rsidRDefault="003719C3" w:rsidP="003719C3">
      <w:pPr>
        <w:tabs>
          <w:tab w:val="left" w:pos="360"/>
          <w:tab w:val="left" w:pos="6840"/>
        </w:tabs>
        <w:spacing w:line="360" w:lineRule="auto"/>
        <w:ind w:left="60"/>
        <w:rPr>
          <w:b/>
          <w:sz w:val="32"/>
          <w:szCs w:val="32"/>
        </w:rPr>
      </w:pPr>
      <w:r w:rsidRPr="00875F9C">
        <w:rPr>
          <w:b/>
          <w:sz w:val="32"/>
          <w:szCs w:val="32"/>
        </w:rPr>
        <w:lastRenderedPageBreak/>
        <w:t>Periodic Table Vocabulary</w:t>
      </w:r>
    </w:p>
    <w:p w14:paraId="6673D06E" w14:textId="77777777" w:rsidR="003719C3" w:rsidRDefault="003719C3" w:rsidP="003719C3">
      <w:pPr>
        <w:tabs>
          <w:tab w:val="left" w:pos="360"/>
          <w:tab w:val="left" w:pos="6840"/>
        </w:tabs>
        <w:spacing w:line="360" w:lineRule="auto"/>
        <w:ind w:left="60"/>
        <w:jc w:val="left"/>
      </w:pPr>
      <w:r>
        <w:t>Choose the correct words from the list, then place the appropriate number in each blank.</w:t>
      </w:r>
    </w:p>
    <w:p w14:paraId="040FF517" w14:textId="77777777" w:rsidR="003719C3" w:rsidRPr="00DA713A" w:rsidRDefault="003719C3" w:rsidP="003719C3">
      <w:pPr>
        <w:tabs>
          <w:tab w:val="left" w:pos="360"/>
          <w:tab w:val="left" w:pos="6840"/>
        </w:tabs>
        <w:spacing w:line="360" w:lineRule="auto"/>
        <w:ind w:left="60"/>
        <w:rPr>
          <w:b/>
        </w:rPr>
      </w:pPr>
      <w:r w:rsidRPr="00DA713A">
        <w:rPr>
          <w:b/>
        </w:rPr>
        <w:t>Word List:</w:t>
      </w:r>
    </w:p>
    <w:p w14:paraId="733A20C2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  <w:sectPr w:rsidR="003719C3" w:rsidSect="003719C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807B587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Alkali metals</w:t>
      </w:r>
    </w:p>
    <w:p w14:paraId="7ACBCA0A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Alkaline earth metals</w:t>
      </w:r>
    </w:p>
    <w:p w14:paraId="7712E534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Atomic mass</w:t>
      </w:r>
    </w:p>
    <w:p w14:paraId="2AEFFA99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Atomic number</w:t>
      </w:r>
    </w:p>
    <w:p w14:paraId="536D790D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Family</w:t>
      </w:r>
    </w:p>
    <w:p w14:paraId="29C9CDC7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Group</w:t>
      </w:r>
    </w:p>
    <w:p w14:paraId="3DE80DE8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Halogens</w:t>
      </w:r>
    </w:p>
    <w:p w14:paraId="0A6A431E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Metal</w:t>
      </w:r>
    </w:p>
    <w:p w14:paraId="299D9477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Metalloids</w:t>
      </w:r>
    </w:p>
    <w:p w14:paraId="1D556669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Noble gases</w:t>
      </w:r>
    </w:p>
    <w:p w14:paraId="70468110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Nonmetal</w:t>
      </w:r>
    </w:p>
    <w:p w14:paraId="5BD2487C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Period</w:t>
      </w:r>
    </w:p>
    <w:p w14:paraId="2D3398B0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Periodic law</w:t>
      </w:r>
    </w:p>
    <w:p w14:paraId="2F755109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Periodic table</w:t>
      </w:r>
    </w:p>
    <w:p w14:paraId="42B2897B" w14:textId="77777777" w:rsidR="003719C3" w:rsidRDefault="003719C3" w:rsidP="003719C3">
      <w:pPr>
        <w:pStyle w:val="ListParagraph"/>
        <w:numPr>
          <w:ilvl w:val="0"/>
          <w:numId w:val="2"/>
        </w:numPr>
        <w:tabs>
          <w:tab w:val="left" w:pos="360"/>
          <w:tab w:val="left" w:pos="6840"/>
        </w:tabs>
        <w:spacing w:line="360" w:lineRule="auto"/>
        <w:jc w:val="left"/>
      </w:pPr>
      <w:r>
        <w:t>Transition metals</w:t>
      </w:r>
    </w:p>
    <w:p w14:paraId="56510AE6" w14:textId="77777777" w:rsidR="003719C3" w:rsidRDefault="003719C3" w:rsidP="003719C3">
      <w:pPr>
        <w:spacing w:line="240" w:lineRule="auto"/>
        <w:jc w:val="left"/>
        <w:rPr>
          <w:sz w:val="24"/>
          <w:szCs w:val="24"/>
        </w:rPr>
        <w:sectPr w:rsidR="003719C3" w:rsidSect="00FB00ED">
          <w:type w:val="continuous"/>
          <w:pgSz w:w="12240" w:h="15840"/>
          <w:pgMar w:top="720" w:right="1440" w:bottom="720" w:left="1440" w:header="720" w:footer="720" w:gutter="0"/>
          <w:cols w:num="3" w:space="720"/>
          <w:docGrid w:linePitch="360"/>
        </w:sectPr>
      </w:pPr>
    </w:p>
    <w:p w14:paraId="7E1C03E0" w14:textId="77777777" w:rsidR="003719C3" w:rsidRDefault="003719C3" w:rsidP="003719C3">
      <w:pPr>
        <w:spacing w:line="240" w:lineRule="auto"/>
        <w:jc w:val="left"/>
        <w:rPr>
          <w:sz w:val="24"/>
          <w:szCs w:val="24"/>
        </w:rPr>
      </w:pPr>
    </w:p>
    <w:p w14:paraId="13CD9EEA" w14:textId="77777777" w:rsidR="003719C3" w:rsidRDefault="003719C3" w:rsidP="003719C3">
      <w:pPr>
        <w:spacing w:line="240" w:lineRule="auto"/>
        <w:jc w:val="left"/>
        <w:rPr>
          <w:sz w:val="24"/>
          <w:szCs w:val="24"/>
        </w:rPr>
      </w:pPr>
    </w:p>
    <w:p w14:paraId="52563845" w14:textId="77777777" w:rsidR="003719C3" w:rsidRPr="007F5633" w:rsidRDefault="003719C3" w:rsidP="003719C3">
      <w:pPr>
        <w:spacing w:line="480" w:lineRule="auto"/>
        <w:ind w:left="60" w:firstLine="660"/>
        <w:jc w:val="left"/>
        <w:rPr>
          <w:sz w:val="24"/>
          <w:szCs w:val="24"/>
        </w:rPr>
      </w:pPr>
      <w:r w:rsidRPr="007F5633">
        <w:rPr>
          <w:sz w:val="24"/>
          <w:szCs w:val="24"/>
        </w:rPr>
        <w:t xml:space="preserve">Dmitri Mendeleev developed a chart of the elements called the </w:t>
      </w:r>
      <w:r w:rsidRPr="007F5633">
        <w:rPr>
          <w:sz w:val="24"/>
          <w:szCs w:val="24"/>
          <w:u w:val="single"/>
        </w:rPr>
        <w:tab/>
        <w:t xml:space="preserve">        </w:t>
      </w:r>
      <w:proofErr w:type="gramStart"/>
      <w:r w:rsidRPr="007F5633">
        <w:rPr>
          <w:sz w:val="24"/>
          <w:szCs w:val="24"/>
          <w:u w:val="single"/>
        </w:rPr>
        <w:t xml:space="preserve">  </w:t>
      </w:r>
      <w:r w:rsidRPr="007F5633">
        <w:rPr>
          <w:sz w:val="24"/>
          <w:szCs w:val="24"/>
        </w:rPr>
        <w:t>.</w:t>
      </w:r>
      <w:proofErr w:type="gramEnd"/>
      <w:r w:rsidRPr="007F5633">
        <w:rPr>
          <w:sz w:val="24"/>
          <w:szCs w:val="24"/>
        </w:rPr>
        <w:t xml:space="preserve"> He said that if the elements were listed in order of increasing </w:t>
      </w:r>
      <w:r w:rsidRPr="007F5633">
        <w:rPr>
          <w:sz w:val="24"/>
          <w:szCs w:val="24"/>
          <w:u w:val="single"/>
        </w:rPr>
        <w:tab/>
        <w:t xml:space="preserve">    </w:t>
      </w:r>
      <w:proofErr w:type="gramStart"/>
      <w:r w:rsidRPr="007F5633">
        <w:rPr>
          <w:sz w:val="24"/>
          <w:szCs w:val="24"/>
          <w:u w:val="single"/>
        </w:rPr>
        <w:t xml:space="preserve">  </w:t>
      </w:r>
      <w:r w:rsidRPr="007F5633">
        <w:rPr>
          <w:sz w:val="24"/>
          <w:szCs w:val="24"/>
        </w:rPr>
        <w:t>,</w:t>
      </w:r>
      <w:proofErr w:type="gramEnd"/>
      <w:r w:rsidRPr="007F5633">
        <w:rPr>
          <w:sz w:val="24"/>
          <w:szCs w:val="24"/>
        </w:rPr>
        <w:t xml:space="preserve"> their properties repeated in a regular manner. He called this the </w:t>
      </w:r>
      <w:r w:rsidRPr="007F5633">
        <w:rPr>
          <w:sz w:val="24"/>
          <w:szCs w:val="24"/>
          <w:u w:val="single"/>
        </w:rPr>
        <w:tab/>
        <w:t xml:space="preserve">             </w:t>
      </w:r>
      <w:r w:rsidRPr="007F5633">
        <w:rPr>
          <w:sz w:val="24"/>
          <w:szCs w:val="24"/>
        </w:rPr>
        <w:t xml:space="preserve"> of the elements. The arrangement used today is different than Mendeleev’s because the elements are arranged in order of </w:t>
      </w:r>
      <w:proofErr w:type="gramStart"/>
      <w:r w:rsidRPr="007F5633">
        <w:rPr>
          <w:sz w:val="24"/>
          <w:szCs w:val="24"/>
        </w:rPr>
        <w:t xml:space="preserve">increasing  </w:t>
      </w:r>
      <w:r w:rsidRPr="007F5633">
        <w:rPr>
          <w:sz w:val="24"/>
          <w:szCs w:val="24"/>
          <w:u w:val="single"/>
        </w:rPr>
        <w:tab/>
      </w:r>
      <w:proofErr w:type="gramEnd"/>
      <w:r w:rsidRPr="007F5633">
        <w:rPr>
          <w:sz w:val="24"/>
          <w:szCs w:val="24"/>
          <w:u w:val="single"/>
        </w:rPr>
        <w:t xml:space="preserve"> </w:t>
      </w:r>
      <w:r w:rsidRPr="007F5633">
        <w:rPr>
          <w:sz w:val="24"/>
          <w:szCs w:val="24"/>
        </w:rPr>
        <w:t xml:space="preserve">. Each horizontal row of elements is called </w:t>
      </w:r>
      <w:proofErr w:type="gramStart"/>
      <w:r w:rsidRPr="007F5633">
        <w:rPr>
          <w:sz w:val="24"/>
          <w:szCs w:val="24"/>
        </w:rPr>
        <w:t xml:space="preserve">a  </w:t>
      </w:r>
      <w:r w:rsidRPr="007F5633">
        <w:rPr>
          <w:sz w:val="24"/>
          <w:szCs w:val="24"/>
          <w:u w:val="single"/>
        </w:rPr>
        <w:tab/>
      </w:r>
      <w:proofErr w:type="gramEnd"/>
      <w:r w:rsidRPr="007F5633">
        <w:rPr>
          <w:sz w:val="24"/>
          <w:szCs w:val="24"/>
        </w:rPr>
        <w:t xml:space="preserve">. Each vertical column is called a ______, </w:t>
      </w:r>
      <w:proofErr w:type="gramStart"/>
      <w:r w:rsidRPr="007F5633">
        <w:rPr>
          <w:sz w:val="24"/>
          <w:szCs w:val="24"/>
        </w:rPr>
        <w:t>or ,</w:t>
      </w:r>
      <w:proofErr w:type="gramEnd"/>
      <w:r w:rsidRPr="007F5633">
        <w:rPr>
          <w:sz w:val="24"/>
          <w:szCs w:val="24"/>
        </w:rPr>
        <w:t xml:space="preserve"> because of the similarities between elements in the same column, a _______.</w:t>
      </w:r>
    </w:p>
    <w:p w14:paraId="50B990EC" w14:textId="77777777" w:rsidR="003719C3" w:rsidRPr="007F5633" w:rsidRDefault="003719C3" w:rsidP="003719C3">
      <w:pPr>
        <w:spacing w:line="480" w:lineRule="auto"/>
        <w:ind w:left="60" w:firstLine="660"/>
        <w:jc w:val="left"/>
        <w:rPr>
          <w:sz w:val="24"/>
          <w:szCs w:val="24"/>
        </w:rPr>
      </w:pPr>
      <w:r w:rsidRPr="007F5633">
        <w:rPr>
          <w:sz w:val="24"/>
          <w:szCs w:val="24"/>
        </w:rPr>
        <w:t>In rows 4 through 7, there is a wide central section containing elements that are called</w:t>
      </w:r>
      <w:r>
        <w:rPr>
          <w:sz w:val="24"/>
          <w:szCs w:val="24"/>
        </w:rPr>
        <w:t xml:space="preserve">   </w:t>
      </w:r>
      <w:r w:rsidRPr="007F5633">
        <w:rPr>
          <w:sz w:val="24"/>
          <w:szCs w:val="24"/>
        </w:rPr>
        <w:t xml:space="preserve"> </w:t>
      </w:r>
      <w:r w:rsidRPr="007F5633">
        <w:rPr>
          <w:sz w:val="24"/>
          <w:szCs w:val="24"/>
          <w:u w:val="single"/>
        </w:rPr>
        <w:tab/>
        <w:t xml:space="preserve">        </w:t>
      </w:r>
      <w:proofErr w:type="gramStart"/>
      <w:r w:rsidRPr="007F5633">
        <w:rPr>
          <w:sz w:val="24"/>
          <w:szCs w:val="24"/>
          <w:u w:val="single"/>
        </w:rPr>
        <w:t xml:space="preserve">  </w:t>
      </w:r>
      <w:r w:rsidRPr="007F5633">
        <w:rPr>
          <w:sz w:val="24"/>
          <w:szCs w:val="24"/>
        </w:rPr>
        <w:t>.</w:t>
      </w:r>
      <w:proofErr w:type="gramEnd"/>
      <w:r w:rsidRPr="007F5633">
        <w:rPr>
          <w:sz w:val="24"/>
          <w:szCs w:val="24"/>
        </w:rPr>
        <w:t xml:space="preserve"> Each of the elements to the left of the staircase line of the chart, is classified as a </w:t>
      </w:r>
      <w:r w:rsidRPr="007F5633">
        <w:rPr>
          <w:sz w:val="24"/>
          <w:szCs w:val="24"/>
          <w:u w:val="single"/>
        </w:rPr>
        <w:tab/>
      </w:r>
      <w:r w:rsidRPr="007F5633">
        <w:rPr>
          <w:sz w:val="24"/>
          <w:szCs w:val="24"/>
        </w:rPr>
        <w:t xml:space="preserve">. Each of the elements at the right side of the staircase line is classified as a </w:t>
      </w:r>
      <w:r w:rsidRPr="007F5633">
        <w:rPr>
          <w:sz w:val="24"/>
          <w:szCs w:val="24"/>
          <w:u w:val="single"/>
        </w:rPr>
        <w:tab/>
        <w:t xml:space="preserve">         </w:t>
      </w:r>
      <w:proofErr w:type="gramStart"/>
      <w:r w:rsidRPr="007F5633">
        <w:rPr>
          <w:sz w:val="24"/>
          <w:szCs w:val="24"/>
          <w:u w:val="single"/>
        </w:rPr>
        <w:t xml:space="preserve">  </w:t>
      </w:r>
      <w:r w:rsidRPr="007F5633">
        <w:rPr>
          <w:sz w:val="24"/>
          <w:szCs w:val="24"/>
        </w:rPr>
        <w:t>.</w:t>
      </w:r>
      <w:proofErr w:type="gramEnd"/>
      <w:r w:rsidRPr="007F5633">
        <w:rPr>
          <w:sz w:val="24"/>
          <w:szCs w:val="24"/>
        </w:rPr>
        <w:t xml:space="preserve"> The elements between these two main types, with some properties of one type and other properties of the other type, are called </w:t>
      </w:r>
      <w:r w:rsidRPr="007F5633">
        <w:rPr>
          <w:sz w:val="24"/>
          <w:szCs w:val="24"/>
          <w:u w:val="single"/>
        </w:rPr>
        <w:tab/>
      </w:r>
      <w:r w:rsidRPr="007F5633">
        <w:rPr>
          <w:sz w:val="24"/>
          <w:szCs w:val="24"/>
        </w:rPr>
        <w:t xml:space="preserve">. The elements in group 1 are called ______. The elements in group 2 are called </w:t>
      </w:r>
      <w:r w:rsidRPr="007F5633">
        <w:rPr>
          <w:sz w:val="24"/>
          <w:szCs w:val="24"/>
          <w:u w:val="single"/>
        </w:rPr>
        <w:tab/>
      </w:r>
      <w:r w:rsidRPr="007F5633">
        <w:rPr>
          <w:sz w:val="24"/>
          <w:szCs w:val="24"/>
          <w:u w:val="single"/>
        </w:rPr>
        <w:tab/>
      </w:r>
      <w:r w:rsidRPr="007F5633">
        <w:rPr>
          <w:sz w:val="24"/>
          <w:szCs w:val="24"/>
        </w:rPr>
        <w:t>. The elements in group 17 are called ________ and the elements in group 18 are called ________.</w:t>
      </w:r>
    </w:p>
    <w:p w14:paraId="79F9901D" w14:textId="77777777" w:rsidR="003719C3" w:rsidRDefault="003719C3" w:rsidP="003719C3">
      <w:pPr>
        <w:spacing w:line="240" w:lineRule="auto"/>
        <w:jc w:val="left"/>
        <w:rPr>
          <w:sz w:val="24"/>
          <w:szCs w:val="24"/>
        </w:rPr>
      </w:pPr>
    </w:p>
    <w:p w14:paraId="761A9554" w14:textId="77777777" w:rsidR="003719C3" w:rsidRDefault="003719C3" w:rsidP="003719C3">
      <w:pPr>
        <w:spacing w:line="240" w:lineRule="auto"/>
        <w:jc w:val="left"/>
        <w:rPr>
          <w:sz w:val="24"/>
          <w:szCs w:val="24"/>
        </w:rPr>
      </w:pPr>
    </w:p>
    <w:p w14:paraId="74DFADD3" w14:textId="77777777" w:rsidR="003719C3" w:rsidRPr="00B9605C" w:rsidRDefault="003719C3" w:rsidP="003719C3">
      <w:pPr>
        <w:spacing w:line="240" w:lineRule="auto"/>
        <w:jc w:val="left"/>
        <w:rPr>
          <w:sz w:val="24"/>
          <w:szCs w:val="24"/>
        </w:rPr>
      </w:pPr>
    </w:p>
    <w:p w14:paraId="441C70A9" w14:textId="77777777" w:rsidR="00411592" w:rsidRPr="003719C3" w:rsidRDefault="00411592" w:rsidP="003719C3"/>
    <w:sectPr w:rsidR="00411592" w:rsidRPr="003719C3" w:rsidSect="00FB00ED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F51C5"/>
    <w:multiLevelType w:val="hybridMultilevel"/>
    <w:tmpl w:val="300C9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B5543F"/>
    <w:multiLevelType w:val="hybridMultilevel"/>
    <w:tmpl w:val="550C423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B455DAC"/>
    <w:multiLevelType w:val="hybridMultilevel"/>
    <w:tmpl w:val="D2769F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9C3"/>
    <w:rsid w:val="000F12BF"/>
    <w:rsid w:val="003719C3"/>
    <w:rsid w:val="00411592"/>
    <w:rsid w:val="00CF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10A33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19C3"/>
    <w:pPr>
      <w:spacing w:line="276" w:lineRule="auto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9C3"/>
    <w:pPr>
      <w:ind w:left="720"/>
      <w:contextualSpacing/>
    </w:pPr>
  </w:style>
  <w:style w:type="table" w:styleId="TableGrid">
    <w:name w:val="Table Grid"/>
    <w:basedOn w:val="TableNormal"/>
    <w:uiPriority w:val="59"/>
    <w:rsid w:val="003719C3"/>
    <w:pPr>
      <w:jc w:val="center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0</TotalTime>
  <Pages>2</Pages>
  <Words>479</Words>
  <Characters>2733</Characters>
  <Application>Microsoft Macintosh Word</Application>
  <DocSecurity>0</DocSecurity>
  <Lines>22</Lines>
  <Paragraphs>6</Paragraphs>
  <ScaleCrop>false</ScaleCrop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2017-11-14T02:48:00Z</dcterms:created>
  <dcterms:modified xsi:type="dcterms:W3CDTF">2017-11-14T02:48:00Z</dcterms:modified>
</cp:coreProperties>
</file>